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2AC" w:rsidRDefault="00AF4029">
      <w:pPr>
        <w:pStyle w:val="Puesto"/>
        <w:rPr>
          <w:rFonts w:ascii="Trebuchet MS" w:hAnsi="Trebuchet MS"/>
          <w:noProof/>
          <w:color w:val="90C226"/>
          <w:lang w:val="es-ES"/>
        </w:rPr>
      </w:pPr>
      <w:r>
        <w:rPr>
          <w:rFonts w:ascii="Trebuchet MS" w:hAnsi="Trebuchet MS"/>
          <w:noProof/>
          <w:color w:val="90C226"/>
          <w:lang w:val="es-ES"/>
        </w:rPr>
        <w:t xml:space="preserve">Unidad </w:t>
      </w:r>
      <w:r w:rsidR="00321EC2">
        <w:rPr>
          <w:rFonts w:ascii="Trebuchet MS" w:hAnsi="Trebuchet MS"/>
          <w:noProof/>
          <w:color w:val="90C226"/>
          <w:lang w:val="es-ES"/>
        </w:rPr>
        <w:t>3</w:t>
      </w:r>
    </w:p>
    <w:p w:rsidR="00520AF1" w:rsidRPr="00520AF1" w:rsidRDefault="00520AF1" w:rsidP="00520AF1">
      <w:pPr>
        <w:rPr>
          <w:lang w:val="es-ES"/>
        </w:rPr>
      </w:pPr>
    </w:p>
    <w:p w:rsidR="00F3367A" w:rsidRDefault="006774C4" w:rsidP="00520AF1">
      <w:pPr>
        <w:rPr>
          <w:rFonts w:asciiTheme="majorHAnsi" w:eastAsiaTheme="majorEastAsia" w:hAnsiTheme="majorHAnsi" w:cstheme="majorBidi"/>
          <w:noProof/>
          <w:color w:val="90C226" w:themeColor="accent1"/>
          <w:sz w:val="28"/>
          <w:szCs w:val="28"/>
          <w:lang w:val="es-ES"/>
        </w:rPr>
      </w:pPr>
      <w:r>
        <w:rPr>
          <w:rFonts w:asciiTheme="majorHAnsi" w:eastAsiaTheme="majorEastAsia" w:hAnsiTheme="majorHAnsi" w:cstheme="majorBidi"/>
          <w:noProof/>
          <w:color w:val="90C226" w:themeColor="accent1"/>
          <w:sz w:val="28"/>
          <w:szCs w:val="28"/>
          <w:lang w:val="es-ES"/>
        </w:rPr>
        <w:t xml:space="preserve">De los pelos </w:t>
      </w:r>
    </w:p>
    <w:p w:rsidR="00162647" w:rsidRDefault="00162647" w:rsidP="00E24970">
      <w:pPr>
        <w:rPr>
          <w:noProof/>
          <w:sz w:val="24"/>
          <w:szCs w:val="24"/>
          <w:lang w:val="es-ES"/>
        </w:rPr>
      </w:pPr>
      <w:r>
        <w:rPr>
          <w:noProof/>
          <w:sz w:val="24"/>
          <w:szCs w:val="24"/>
          <w:lang w:val="es-ES"/>
        </w:rPr>
        <w:t>Por Juan Sasturain</w:t>
      </w:r>
    </w:p>
    <w:p w:rsidR="00162647" w:rsidRDefault="00162647" w:rsidP="00E24970">
      <w:pPr>
        <w:rPr>
          <w:noProof/>
          <w:sz w:val="24"/>
          <w:szCs w:val="24"/>
          <w:lang w:val="es-ES"/>
        </w:rPr>
      </w:pPr>
      <w:r>
        <w:rPr>
          <w:noProof/>
          <w:sz w:val="24"/>
          <w:szCs w:val="24"/>
          <w:lang w:val="es-ES"/>
        </w:rPr>
        <w:t xml:space="preserve">A los hombres nos gustan los vestidos. Quiero decir: a los hombres nos gusta que las mujeres se pongan vestidos. A muchos, al menos. Entendámonos, sobre todo ahora, con la primavera, el calory el veranito que se viene, no hay nada más hermoso de ver que el ir y venir de una mina con el vestidito liviano, de esos de tela suave y moldeadora, que cae sin apretar, recuerda qué hay debajo, suelto y cómodo. Se lo digo, lo experimento con mi mujer. Es así. Un cruce de gambas con vestido y sin medias justifica todas las lluvias hinchapelotas de primavera, y la leve transpiración en el cuello debajo de un vestido escotado con botoncitos, aunque sea a principios de diciembre, nos salva el año. </w:t>
      </w:r>
    </w:p>
    <w:p w:rsidR="00162647" w:rsidRDefault="00162647" w:rsidP="00E24970">
      <w:pPr>
        <w:rPr>
          <w:noProof/>
          <w:sz w:val="24"/>
          <w:szCs w:val="24"/>
          <w:lang w:val="es-ES"/>
        </w:rPr>
      </w:pPr>
      <w:r>
        <w:rPr>
          <w:noProof/>
          <w:sz w:val="24"/>
          <w:szCs w:val="24"/>
          <w:lang w:val="es-ES"/>
        </w:rPr>
        <w:t>Página 12, 30 de noviembre de 2009 (fragmento)</w:t>
      </w:r>
    </w:p>
    <w:p w:rsidR="00262A62" w:rsidRPr="00E82022" w:rsidRDefault="00262A62" w:rsidP="00E24970">
      <w:pPr>
        <w:rPr>
          <w:noProof/>
          <w:sz w:val="24"/>
          <w:szCs w:val="24"/>
          <w:lang w:val="es-ES"/>
        </w:rPr>
      </w:pPr>
      <w:bookmarkStart w:id="0" w:name="_GoBack"/>
      <w:bookmarkEnd w:id="0"/>
      <w:r>
        <w:rPr>
          <w:noProof/>
          <w:sz w:val="24"/>
          <w:szCs w:val="24"/>
          <w:lang w:val="es-ES"/>
        </w:rPr>
        <w:t xml:space="preserve"> </w:t>
      </w:r>
    </w:p>
    <w:sectPr w:rsidR="00262A62" w:rsidRPr="00E820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Xinwei">
    <w:altName w:val="SimSun"/>
    <w:panose1 w:val="00000000000000000000"/>
    <w:charset w:val="86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FZYaoTi">
    <w:altName w:val="方正姚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2A63"/>
      </v:shape>
    </w:pict>
  </w:numPicBullet>
  <w:abstractNum w:abstractNumId="0">
    <w:nsid w:val="070B6EAF"/>
    <w:multiLevelType w:val="hybridMultilevel"/>
    <w:tmpl w:val="CBDC33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8634FE"/>
    <w:multiLevelType w:val="hybridMultilevel"/>
    <w:tmpl w:val="3C36350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06502"/>
    <w:multiLevelType w:val="hybridMultilevel"/>
    <w:tmpl w:val="A29CAC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E45DF"/>
    <w:multiLevelType w:val="hybridMultilevel"/>
    <w:tmpl w:val="A8F66D8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A6288F"/>
    <w:multiLevelType w:val="hybridMultilevel"/>
    <w:tmpl w:val="7B2EF4EA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F1392"/>
    <w:multiLevelType w:val="hybridMultilevel"/>
    <w:tmpl w:val="0EDAFBC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335AB"/>
    <w:multiLevelType w:val="hybridMultilevel"/>
    <w:tmpl w:val="2CB2F3E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02EFD"/>
    <w:multiLevelType w:val="hybridMultilevel"/>
    <w:tmpl w:val="4A3E84B2"/>
    <w:lvl w:ilvl="0" w:tplc="2AF2D1C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42D79"/>
    <w:multiLevelType w:val="hybridMultilevel"/>
    <w:tmpl w:val="7BE217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E9729D"/>
    <w:multiLevelType w:val="hybridMultilevel"/>
    <w:tmpl w:val="755CCF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E4F56"/>
    <w:multiLevelType w:val="hybridMultilevel"/>
    <w:tmpl w:val="B0A2A6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751A04"/>
    <w:multiLevelType w:val="hybridMultilevel"/>
    <w:tmpl w:val="68F4C49C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717921"/>
    <w:multiLevelType w:val="hybridMultilevel"/>
    <w:tmpl w:val="F5E03D0E"/>
    <w:lvl w:ilvl="0" w:tplc="8C229CD4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0"/>
  </w:num>
  <w:num w:numId="6">
    <w:abstractNumId w:val="11"/>
  </w:num>
  <w:num w:numId="7">
    <w:abstractNumId w:val="6"/>
  </w:num>
  <w:num w:numId="8">
    <w:abstractNumId w:val="4"/>
  </w:num>
  <w:num w:numId="9">
    <w:abstractNumId w:val="8"/>
  </w:num>
  <w:num w:numId="10">
    <w:abstractNumId w:val="1"/>
  </w:num>
  <w:num w:numId="11">
    <w:abstractNumId w:val="2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714"/>
    <w:rsid w:val="000274C9"/>
    <w:rsid w:val="00061693"/>
    <w:rsid w:val="0006374E"/>
    <w:rsid w:val="000E31D5"/>
    <w:rsid w:val="00162647"/>
    <w:rsid w:val="001D1D26"/>
    <w:rsid w:val="00202AA7"/>
    <w:rsid w:val="002522AC"/>
    <w:rsid w:val="00262A62"/>
    <w:rsid w:val="002F5C4D"/>
    <w:rsid w:val="00321EC2"/>
    <w:rsid w:val="003513A9"/>
    <w:rsid w:val="003A4345"/>
    <w:rsid w:val="003A49B2"/>
    <w:rsid w:val="004A7B39"/>
    <w:rsid w:val="00520AF1"/>
    <w:rsid w:val="005640D2"/>
    <w:rsid w:val="0065383E"/>
    <w:rsid w:val="006672D8"/>
    <w:rsid w:val="006774C4"/>
    <w:rsid w:val="007370B4"/>
    <w:rsid w:val="008A0C78"/>
    <w:rsid w:val="008F5F71"/>
    <w:rsid w:val="00930D4F"/>
    <w:rsid w:val="009F0E11"/>
    <w:rsid w:val="00A44E50"/>
    <w:rsid w:val="00AF4029"/>
    <w:rsid w:val="00B92CF2"/>
    <w:rsid w:val="00B95792"/>
    <w:rsid w:val="00BB0684"/>
    <w:rsid w:val="00BF3E6C"/>
    <w:rsid w:val="00DA48F8"/>
    <w:rsid w:val="00DB2714"/>
    <w:rsid w:val="00DE7763"/>
    <w:rsid w:val="00E24970"/>
    <w:rsid w:val="00E30044"/>
    <w:rsid w:val="00E82022"/>
    <w:rsid w:val="00EE79A2"/>
    <w:rsid w:val="00F33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A2517-F7E9-4F00-8A2D-C689CC90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character" w:customStyle="1" w:styleId="PuestoCar">
    <w:name w:val="Puesto Car"/>
    <w:basedOn w:val="Fuentedeprrafopredeter"/>
    <w:link w:val="Puesto"/>
    <w:uiPriority w:val="10"/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nfasissutil">
    <w:name w:val="Subtle Emphasis"/>
    <w:basedOn w:val="Fuentedeprrafopredeter"/>
    <w:uiPriority w:val="19"/>
    <w:qFormat/>
    <w:rPr>
      <w:i/>
      <w:iCs/>
      <w:color w:val="595959" w:themeColor="text1" w:themeTint="A6"/>
    </w:rPr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nfasisintenso">
    <w:name w:val="Intense Emphasis"/>
    <w:basedOn w:val="Fuentedeprrafopredeter"/>
    <w:uiPriority w:val="21"/>
    <w:qFormat/>
    <w:rPr>
      <w:b/>
      <w:bCs/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Referenciasutil">
    <w:name w:val="Subtle Reference"/>
    <w:basedOn w:val="Fuentedeprrafopredeter"/>
    <w:uiPriority w:val="31"/>
    <w:qFormat/>
    <w:rPr>
      <w:smallCap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u w:val="single"/>
    </w:rPr>
  </w:style>
  <w:style w:type="character" w:styleId="Ttulodellibro">
    <w:name w:val="Book Title"/>
    <w:basedOn w:val="Fuentedeprrafopredeter"/>
    <w:uiPriority w:val="33"/>
    <w:qFormat/>
    <w:rPr>
      <w:b/>
      <w:bCs/>
      <w:smallCaps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04040" w:themeColor="text1" w:themeTint="BF"/>
    </w:rPr>
  </w:style>
  <w:style w:type="paragraph" w:styleId="TtulodeTDC">
    <w:name w:val="TOC Heading"/>
    <w:basedOn w:val="Ttulo1"/>
    <w:next w:val="Normal"/>
    <w:uiPriority w:val="39"/>
    <w:semiHidden/>
    <w:unhideWhenUsed/>
    <w:qFormat/>
    <w:pPr>
      <w:outlineLvl w:val="9"/>
    </w:pPr>
  </w:style>
  <w:style w:type="paragraph" w:styleId="Sinespaciado">
    <w:name w:val="No Spacing"/>
    <w:uiPriority w:val="1"/>
    <w:qFormat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talia\AppData\Roaming\Microsoft\Plantillas\Dise&#241;o%20de%20faceta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Diseño de faceta</Template>
  <TotalTime>0</TotalTime>
  <Pages>1</Pages>
  <Words>120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Guzmán</dc:creator>
  <cp:keywords/>
  <cp:lastModifiedBy>Natalia Guzmán</cp:lastModifiedBy>
  <cp:revision>2</cp:revision>
  <dcterms:created xsi:type="dcterms:W3CDTF">2015-03-20T15:32:00Z</dcterms:created>
  <dcterms:modified xsi:type="dcterms:W3CDTF">2015-03-20T15:32:00Z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